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:rsidTr="008C016A">
        <w:trPr>
          <w:trHeight w:val="2353"/>
        </w:trPr>
        <w:tc>
          <w:tcPr>
            <w:tcW w:w="5387" w:type="dxa"/>
          </w:tcPr>
          <w:p w:rsidR="00D40650" w:rsidRPr="00A10E66" w:rsidRDefault="00A85CAE" w:rsidP="00AB14ED">
            <w:pPr>
              <w:pStyle w:val="AK"/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:rsidR="00AB14ED" w:rsidRDefault="00AB14ED" w:rsidP="00AB14ED">
            <w:pPr>
              <w:keepNext/>
              <w:keepLines/>
              <w:widowControl/>
              <w:suppressLineNumbers/>
              <w:suppressAutoHyphens w:val="0"/>
              <w:spacing w:line="240" w:lineRule="auto"/>
              <w:jc w:val="left"/>
              <w:rPr>
                <w:bCs/>
                <w:sz w:val="20"/>
                <w:szCs w:val="20"/>
              </w:rPr>
            </w:pPr>
          </w:p>
          <w:p w:rsidR="00BC1A62" w:rsidRPr="00BC1A62" w:rsidRDefault="00BC1A62" w:rsidP="00F93939">
            <w:pPr>
              <w:tabs>
                <w:tab w:val="left" w:pos="444"/>
              </w:tabs>
            </w:pPr>
          </w:p>
        </w:tc>
      </w:tr>
      <w:tr w:rsidR="0076054B" w:rsidRPr="001D4CFB" w:rsidTr="00A85CAE">
        <w:trPr>
          <w:trHeight w:val="1467"/>
        </w:trPr>
        <w:tc>
          <w:tcPr>
            <w:tcW w:w="5387" w:type="dxa"/>
          </w:tcPr>
          <w:p w:rsidR="0076054B" w:rsidRDefault="007F69B5" w:rsidP="00110BCA">
            <w:pPr>
              <w:pStyle w:val="Liik"/>
            </w:pPr>
            <w:r>
              <w:t>ettekirjutus</w:t>
            </w:r>
          </w:p>
          <w:p w:rsidR="0076054B" w:rsidRPr="006B118C" w:rsidRDefault="0076054B" w:rsidP="0076054B"/>
          <w:p w:rsidR="00C66AA2" w:rsidRDefault="00C66AA2" w:rsidP="0076054B">
            <w:pPr>
              <w:rPr>
                <w:color w:val="000000"/>
              </w:rPr>
            </w:pPr>
          </w:p>
          <w:p w:rsidR="0076054B" w:rsidRPr="006B118C" w:rsidRDefault="00201750" w:rsidP="0076054B">
            <w:r w:rsidRPr="00FD564E">
              <w:rPr>
                <w:color w:val="000000"/>
              </w:rPr>
              <w:t>T</w:t>
            </w:r>
            <w:r>
              <w:rPr>
                <w:color w:val="000000"/>
              </w:rPr>
              <w:t>allinn</w:t>
            </w:r>
            <w:r w:rsidR="00FD564E">
              <w:rPr>
                <w:color w:val="000000"/>
              </w:rPr>
              <w:t xml:space="preserve">                                                                                </w:t>
            </w:r>
          </w:p>
        </w:tc>
        <w:tc>
          <w:tcPr>
            <w:tcW w:w="3685" w:type="dxa"/>
          </w:tcPr>
          <w:p w:rsidR="00A85CAE" w:rsidRPr="0076054B" w:rsidRDefault="00A65BA3" w:rsidP="00B331FB">
            <w:pPr>
              <w:pStyle w:val="Kuupev"/>
              <w:jc w:val="both"/>
              <w:rPr>
                <w:i/>
                <w:iCs/>
              </w:rPr>
            </w:pPr>
            <w:r>
              <w:rPr>
                <w:kern w:val="1"/>
              </w:rPr>
              <w:t>11</w:t>
            </w:r>
            <w:r w:rsidR="00312287">
              <w:rPr>
                <w:kern w:val="1"/>
              </w:rPr>
              <w:t xml:space="preserve">          </w:t>
            </w:r>
            <w:r w:rsidR="00B331FB">
              <w:rPr>
                <w:kern w:val="1"/>
              </w:rPr>
              <w:t>04.12</w:t>
            </w:r>
            <w:r>
              <w:rPr>
                <w:kern w:val="1"/>
              </w:rPr>
              <w:t xml:space="preserve">.2020  nr </w:t>
            </w:r>
            <w:r w:rsidR="00A85C5F" w:rsidRPr="00A85C5F">
              <w:rPr>
                <w:kern w:val="1"/>
              </w:rPr>
              <w:t>7.2-2.1/11420-2</w:t>
            </w:r>
            <w:bookmarkStart w:id="0" w:name="_GoBack"/>
            <w:bookmarkEnd w:id="0"/>
          </w:p>
        </w:tc>
      </w:tr>
    </w:tbl>
    <w:p w:rsidR="00A8503D" w:rsidRDefault="00A8503D" w:rsidP="00A85CAE">
      <w:pPr>
        <w:spacing w:line="240" w:lineRule="auto"/>
        <w:rPr>
          <w:rFonts w:cs="Mangal"/>
          <w:b/>
        </w:rPr>
      </w:pPr>
      <w:r w:rsidRPr="00A8503D">
        <w:rPr>
          <w:rFonts w:cs="Mangal"/>
          <w:b/>
        </w:rPr>
        <w:t xml:space="preserve">Sunnivahendi rakendamise edasilükkamine </w:t>
      </w:r>
    </w:p>
    <w:p w:rsidR="00A85CAE" w:rsidRDefault="00A8503D" w:rsidP="00A85CAE">
      <w:pPr>
        <w:spacing w:line="240" w:lineRule="auto"/>
        <w:rPr>
          <w:rFonts w:cs="Mangal"/>
          <w:b/>
        </w:rPr>
      </w:pPr>
      <w:r w:rsidRPr="00A8503D">
        <w:rPr>
          <w:rFonts w:cs="Mangal"/>
          <w:b/>
        </w:rPr>
        <w:t>ja</w:t>
      </w:r>
      <w:r>
        <w:rPr>
          <w:rFonts w:cs="Mangal"/>
          <w:b/>
        </w:rPr>
        <w:t xml:space="preserve"> e</w:t>
      </w:r>
      <w:r w:rsidR="00E20659">
        <w:rPr>
          <w:rFonts w:cs="Mangal"/>
          <w:b/>
        </w:rPr>
        <w:t>ttekirjutuse täitmise uu</w:t>
      </w:r>
      <w:r w:rsidR="00A85CAE" w:rsidRPr="00A85CAE">
        <w:rPr>
          <w:rFonts w:cs="Mangal"/>
          <w:b/>
        </w:rPr>
        <w:t xml:space="preserve">e </w:t>
      </w:r>
    </w:p>
    <w:p w:rsidR="00C66AA2" w:rsidRDefault="00E20659" w:rsidP="00A85CAE">
      <w:pPr>
        <w:spacing w:line="240" w:lineRule="auto"/>
      </w:pPr>
      <w:r>
        <w:rPr>
          <w:rFonts w:cs="Mangal"/>
          <w:b/>
        </w:rPr>
        <w:t>tähtaja</w:t>
      </w:r>
      <w:r w:rsidR="00A85CAE" w:rsidRPr="00A85CAE">
        <w:rPr>
          <w:rFonts w:cs="Mangal"/>
          <w:b/>
        </w:rPr>
        <w:t xml:space="preserve"> määramine</w:t>
      </w:r>
    </w:p>
    <w:p w:rsidR="00F850A8" w:rsidRPr="00E151AA" w:rsidRDefault="00F850A8" w:rsidP="00BF4821">
      <w:pPr>
        <w:spacing w:before="560" w:line="240" w:lineRule="auto"/>
      </w:pPr>
      <w:r>
        <w:t>Päästeameti Põhja p</w:t>
      </w:r>
      <w:r w:rsidRPr="00E151AA">
        <w:t xml:space="preserve">äästekeskus </w:t>
      </w:r>
      <w:r>
        <w:t xml:space="preserve">arvestab </w:t>
      </w:r>
      <w:r w:rsidR="00B331FB">
        <w:t>Tallinna Haridus</w:t>
      </w:r>
      <w:r w:rsidR="00B331FB" w:rsidRPr="00B331FB">
        <w:t xml:space="preserve">ameti juhataja Andres </w:t>
      </w:r>
      <w:proofErr w:type="spellStart"/>
      <w:r w:rsidR="00B331FB" w:rsidRPr="00B331FB">
        <w:t>Pajula</w:t>
      </w:r>
      <w:proofErr w:type="spellEnd"/>
      <w:r w:rsidR="00B331FB" w:rsidRPr="00B331FB">
        <w:t xml:space="preserve"> </w:t>
      </w:r>
      <w:r w:rsidR="00B331FB">
        <w:t>2</w:t>
      </w:r>
      <w:r w:rsidR="00A65BA3">
        <w:t>.</w:t>
      </w:r>
      <w:r w:rsidR="00B331FB">
        <w:t>12.</w:t>
      </w:r>
      <w:r w:rsidR="00A65BA3">
        <w:t>2020</w:t>
      </w:r>
      <w:r w:rsidR="006D14A3">
        <w:t xml:space="preserve"> </w:t>
      </w:r>
      <w:r>
        <w:t xml:space="preserve">taotlust ja </w:t>
      </w:r>
      <w:r w:rsidR="00B331FB">
        <w:t xml:space="preserve">pikendab </w:t>
      </w:r>
      <w:r w:rsidR="00C70EFD">
        <w:t xml:space="preserve">Võru 11 ja Vilisuu 7 </w:t>
      </w:r>
      <w:r w:rsidR="00B331FB">
        <w:t xml:space="preserve">riikliku </w:t>
      </w:r>
      <w:r w:rsidRPr="00E151AA">
        <w:t xml:space="preserve">ohutusjärelevalve ametniku </w:t>
      </w:r>
      <w:r w:rsidR="00B331FB" w:rsidRPr="00B331FB">
        <w:t xml:space="preserve">ettekirjutustes 26.02.2018 nr 7.2-6.2/396 ja 23.03.2018 nr 7.2-6.2/593 </w:t>
      </w:r>
      <w:r w:rsidR="00160076">
        <w:rPr>
          <w:lang w:eastAsia="ar-SA" w:bidi="ar-SA"/>
        </w:rPr>
        <w:t xml:space="preserve"> </w:t>
      </w:r>
      <w:r w:rsidR="00217CDC">
        <w:t>sisalduva</w:t>
      </w:r>
      <w:r w:rsidR="00A65BA3">
        <w:t>te</w:t>
      </w:r>
      <w:r w:rsidR="00217CDC">
        <w:t xml:space="preserve"> ettekirjutus</w:t>
      </w:r>
      <w:r w:rsidR="00A65BA3">
        <w:t>t</w:t>
      </w:r>
      <w:r w:rsidR="004B3C31">
        <w:t>e nr</w:t>
      </w:r>
      <w:r>
        <w:t xml:space="preserve"> </w:t>
      </w:r>
      <w:r w:rsidR="00A65BA3">
        <w:t>1</w:t>
      </w:r>
      <w:r w:rsidR="00361962" w:rsidRPr="00361962">
        <w:t xml:space="preserve"> </w:t>
      </w:r>
      <w:r w:rsidR="00361962">
        <w:t>(</w:t>
      </w:r>
      <w:r w:rsidR="00C70EFD">
        <w:t>t</w:t>
      </w:r>
      <w:r w:rsidR="00C70EFD" w:rsidRPr="00C70EFD">
        <w:t xml:space="preserve">agada </w:t>
      </w:r>
      <w:r w:rsidR="00BF4821">
        <w:t xml:space="preserve">Võru 11 </w:t>
      </w:r>
      <w:r w:rsidR="00C70EFD" w:rsidRPr="00C70EFD">
        <w:t>hoones nõuetekohaste tuletõkkesektsioonide moodustamine</w:t>
      </w:r>
      <w:r w:rsidR="00C70EFD">
        <w:t xml:space="preserve"> ja e</w:t>
      </w:r>
      <w:r w:rsidR="00C70EFD" w:rsidRPr="00C70EFD">
        <w:t xml:space="preserve">raldada </w:t>
      </w:r>
      <w:r w:rsidR="00BF4821">
        <w:t xml:space="preserve">Vilisuu 7 </w:t>
      </w:r>
      <w:r w:rsidR="00C70EFD" w:rsidRPr="00C70EFD">
        <w:t xml:space="preserve">hoones kõik evakuatsioonitrepikojad </w:t>
      </w:r>
      <w:r w:rsidR="00C70EFD">
        <w:t>omaette tuletõkkesektsioonideks),</w:t>
      </w:r>
      <w:r w:rsidR="00A65BA3">
        <w:t xml:space="preserve"> nr 2 (</w:t>
      </w:r>
      <w:r w:rsidR="00BF4821">
        <w:t>t</w:t>
      </w:r>
      <w:r w:rsidR="00BF4821" w:rsidRPr="00BF4821">
        <w:t xml:space="preserve">aastada </w:t>
      </w:r>
      <w:r w:rsidR="00BF4821">
        <w:t xml:space="preserve">Võru 11 hoones </w:t>
      </w:r>
      <w:r w:rsidR="00BF4821" w:rsidRPr="00BF4821">
        <w:t xml:space="preserve">tuletõrje voolikusüsteemi töökord ning tagada nõuetekohasus </w:t>
      </w:r>
      <w:r w:rsidR="00BF4821">
        <w:t>ja e</w:t>
      </w:r>
      <w:r w:rsidR="00C70EFD" w:rsidRPr="00C70EFD">
        <w:t xml:space="preserve">raldada </w:t>
      </w:r>
      <w:r w:rsidR="00BF4821">
        <w:t xml:space="preserve">Vilisuu 7 </w:t>
      </w:r>
      <w:r w:rsidR="00C70EFD" w:rsidRPr="00C70EFD">
        <w:t>hoones tantsuteatri RADA kostüümide ladu omaette tuletõkkesektsiooniks</w:t>
      </w:r>
      <w:r w:rsidR="00361962">
        <w:t>)</w:t>
      </w:r>
      <w:r w:rsidR="00BF4821">
        <w:t>, nr 3 (p</w:t>
      </w:r>
      <w:r w:rsidR="00BF4821">
        <w:t>aigaldada Tallinnas, Võru 11 asuvasse kogunemishoonesse kogu hoonet hõlmav</w:t>
      </w:r>
      <w:r w:rsidR="00BF4821">
        <w:t xml:space="preserve"> </w:t>
      </w:r>
      <w:r w:rsidR="00BF4821">
        <w:t>automaatne tulekahjusignalisatsioonisüsteem</w:t>
      </w:r>
      <w:r w:rsidR="00BF4821">
        <w:t xml:space="preserve"> ja </w:t>
      </w:r>
      <w:r w:rsidR="00361962" w:rsidRPr="00361962">
        <w:t xml:space="preserve"> </w:t>
      </w:r>
      <w:r w:rsidR="00936D09">
        <w:t xml:space="preserve"> </w:t>
      </w:r>
      <w:r w:rsidR="00BF4821">
        <w:t>t</w:t>
      </w:r>
      <w:r w:rsidR="00BF4821" w:rsidRPr="00BF4821">
        <w:t xml:space="preserve">aastada </w:t>
      </w:r>
      <w:r w:rsidR="00BF4821">
        <w:t xml:space="preserve">Vilisuu 7 hoones </w:t>
      </w:r>
      <w:r w:rsidR="00BF4821" w:rsidRPr="00BF4821">
        <w:t>tuletõrje voolikusüsteemi töökord ning tagada nõuetekohasus</w:t>
      </w:r>
      <w:r w:rsidR="00BF4821">
        <w:t>)</w:t>
      </w:r>
      <w:r w:rsidR="008637FA">
        <w:t xml:space="preserve">, </w:t>
      </w:r>
      <w:r w:rsidR="00BF4821">
        <w:t>nr 4 (p</w:t>
      </w:r>
      <w:r w:rsidR="00BF4821" w:rsidRPr="00BF4821">
        <w:t xml:space="preserve">aigaldada kogu </w:t>
      </w:r>
      <w:r w:rsidR="008637FA">
        <w:t xml:space="preserve">Võru 11 </w:t>
      </w:r>
      <w:r w:rsidR="00BF4821" w:rsidRPr="00BF4821">
        <w:t>hoonet hõlmav väljapääsutee valgustus</w:t>
      </w:r>
      <w:r w:rsidR="008637FA">
        <w:t xml:space="preserve"> ja p</w:t>
      </w:r>
      <w:r w:rsidR="008637FA" w:rsidRPr="008637FA">
        <w:t>aigaldada Tallinnas, Vilisuu 7 asuvasse hoonesse kogu hoonet hõlmav automaatne tulekahjusignalisatsioonisüsteem</w:t>
      </w:r>
      <w:r w:rsidR="00BF4821">
        <w:t>)</w:t>
      </w:r>
      <w:r w:rsidR="00BF4821" w:rsidRPr="00BF4821">
        <w:t xml:space="preserve"> </w:t>
      </w:r>
      <w:r w:rsidR="008637FA">
        <w:t xml:space="preserve">ja nr 5 </w:t>
      </w:r>
      <w:r w:rsidR="008B4FDB">
        <w:t xml:space="preserve">täitmise tähtaega, </w:t>
      </w:r>
      <w:r w:rsidR="008B4FDB" w:rsidRPr="008B4FDB">
        <w:t>seoses Tallinna linna plaaniga ehitada MTÜ-de maja aastal 2023 ja hooned Võru 11 ning Vilisuu 7 lammutada</w:t>
      </w:r>
      <w:r w:rsidR="008B4FDB">
        <w:t>.</w:t>
      </w:r>
    </w:p>
    <w:p w:rsidR="003B404C" w:rsidRDefault="003B404C" w:rsidP="003B404C">
      <w:pPr>
        <w:spacing w:line="240" w:lineRule="auto"/>
      </w:pPr>
      <w:r>
        <w:t>Ülaltoodust tulenevalt ja juhindudes haldusmenetluse seaduse § 64 ja 65 muudetakse ettekirjutus</w:t>
      </w:r>
      <w:r w:rsidR="008B4FDB">
        <w:t>t</w:t>
      </w:r>
      <w:r>
        <w:t xml:space="preserve">e nr </w:t>
      </w:r>
      <w:r w:rsidR="008B4FDB" w:rsidRPr="008B4FDB">
        <w:t xml:space="preserve">7.2-6.2/396 </w:t>
      </w:r>
      <w:r w:rsidR="008B4FDB">
        <w:t xml:space="preserve"> ja </w:t>
      </w:r>
      <w:r w:rsidR="008B4FDB" w:rsidRPr="008B4FDB">
        <w:t xml:space="preserve">nr 7.2-6.2/593  </w:t>
      </w:r>
      <w:r w:rsidR="00160076">
        <w:t>pu</w:t>
      </w:r>
      <w:r w:rsidR="008637FA">
        <w:t>nktide 1-5</w:t>
      </w:r>
      <w:r w:rsidR="00A85CAE">
        <w:t xml:space="preserve"> </w:t>
      </w:r>
      <w:r>
        <w:t xml:space="preserve">täitmise tähtaega, määrates uueks täitmise tähtajaks </w:t>
      </w:r>
      <w:r w:rsidR="008B4FDB">
        <w:t>01.01</w:t>
      </w:r>
      <w:r w:rsidR="00A65BA3">
        <w:t>.2024</w:t>
      </w:r>
      <w:r>
        <w:t xml:space="preserve">.  </w:t>
      </w:r>
    </w:p>
    <w:p w:rsidR="009A560F" w:rsidRDefault="003B404C" w:rsidP="008B4FDB">
      <w:pPr>
        <w:spacing w:line="240" w:lineRule="auto"/>
      </w:pPr>
      <w:r>
        <w:t xml:space="preserve">Samas jääb kehtima koos </w:t>
      </w:r>
      <w:r w:rsidR="008B4FDB" w:rsidRPr="008B4FDB">
        <w:t>ettekirjutustes 26.02.2018 nr 7.2-6.2/396 ja 23.03.2018 nr 7.2-6.2/593  sisalduvate ettekirjutuste</w:t>
      </w:r>
      <w:r w:rsidR="008637FA">
        <w:t>ga 1-5</w:t>
      </w:r>
      <w:r w:rsidR="008B4FDB">
        <w:t xml:space="preserve">  </w:t>
      </w:r>
      <w:r>
        <w:t>kaasnenud asendustäitmise ja su</w:t>
      </w:r>
      <w:r w:rsidR="003A76EC">
        <w:t>nniraha seaduse § 7 lg 2 kohase</w:t>
      </w:r>
      <w:r w:rsidR="008B4FDB">
        <w:t>d</w:t>
      </w:r>
      <w:r w:rsidR="003A76EC">
        <w:t xml:space="preserve"> hoiatuse</w:t>
      </w:r>
      <w:r w:rsidR="008B4FDB">
        <w:t>d</w:t>
      </w:r>
      <w:r>
        <w:t xml:space="preserve"> - kui </w:t>
      </w:r>
      <w:r w:rsidR="008B4FDB">
        <w:t>01.01</w:t>
      </w:r>
      <w:r w:rsidR="00A65BA3">
        <w:t>.2024</w:t>
      </w:r>
      <w:r w:rsidR="003A76EC">
        <w:t xml:space="preserve"> jäetakse ettekirjutus</w:t>
      </w:r>
      <w:r w:rsidR="008B4FDB">
        <w:t>ed</w:t>
      </w:r>
      <w:r>
        <w:t xml:space="preserve"> täitmata, rakendatakse asendustäitmise ja sunniraha seaduses ettenähtud sunnivahendit (sunniraha) seaduse § 10 lg 1 kohaselt</w:t>
      </w:r>
      <w:r w:rsidR="00160076">
        <w:t xml:space="preserve"> </w:t>
      </w:r>
      <w:r w:rsidR="003A76EC">
        <w:t>punkti</w:t>
      </w:r>
      <w:r w:rsidR="008B4FDB">
        <w:t>de</w:t>
      </w:r>
      <w:r w:rsidR="003A76EC">
        <w:t xml:space="preserve">s </w:t>
      </w:r>
      <w:r w:rsidR="008637FA">
        <w:t>1-5</w:t>
      </w:r>
      <w:r>
        <w:t xml:space="preserve"> t</w:t>
      </w:r>
      <w:r w:rsidR="00160076">
        <w:t>oodud ettekirjutus</w:t>
      </w:r>
      <w:r w:rsidR="00A65BA3">
        <w:t>t</w:t>
      </w:r>
      <w:r w:rsidR="00160076">
        <w:t>e mittetäitmis</w:t>
      </w:r>
      <w:r>
        <w:t>e</w:t>
      </w:r>
      <w:r w:rsidR="00160076">
        <w:t xml:space="preserve"> eest</w:t>
      </w:r>
      <w:r>
        <w:t xml:space="preserve"> – </w:t>
      </w:r>
      <w:r w:rsidR="008637FA">
        <w:t>2</w:t>
      </w:r>
      <w:r w:rsidR="00BF4774">
        <w:t>3</w:t>
      </w:r>
      <w:r w:rsidR="008637FA">
        <w:t xml:space="preserve"> 1</w:t>
      </w:r>
      <w:r>
        <w:t>00 (</w:t>
      </w:r>
      <w:r w:rsidR="008637FA">
        <w:t xml:space="preserve">kakskümmend kolm tuhat üks </w:t>
      </w:r>
      <w:r w:rsidR="00160076">
        <w:t>sada</w:t>
      </w:r>
      <w:r w:rsidR="003A76EC">
        <w:t>) eurot.</w:t>
      </w:r>
    </w:p>
    <w:p w:rsidR="00A85CAE" w:rsidRDefault="00A85CAE" w:rsidP="003B404C">
      <w:pPr>
        <w:spacing w:line="240" w:lineRule="auto"/>
      </w:pPr>
    </w:p>
    <w:p w:rsidR="004D77D0" w:rsidRDefault="004D77D0" w:rsidP="004D77D0">
      <w:pPr>
        <w:pStyle w:val="Tekst"/>
      </w:pPr>
      <w:r>
        <w:t>Juhul kui haldusakti adressaat leiab, et haldusaktiga või haldusmenetluse käigus on rikutud tema õigusi või piiratud tema vabadusi, on tal õigus esitada vaie Päästeametile (Raua 2, 10124 Tallinn, rescue@rescue.ee) või kaebus Tallinna Halduskohtu Tallinna kohtumajja (Pärnu mnt 7, 15082 Tallinn, tlnhktallinn.menetlus@kohus.ee) 30 päeva jooksul arvates päevast, millal ta vaidlustatavast haldusaktist teada sai või oleks pidanud teada saama.</w:t>
      </w:r>
    </w:p>
    <w:p w:rsidR="004D77D0" w:rsidRDefault="004D77D0" w:rsidP="004D77D0">
      <w:pPr>
        <w:pStyle w:val="Tekst"/>
      </w:pPr>
    </w:p>
    <w:p w:rsidR="00E9030E" w:rsidRDefault="00E9030E" w:rsidP="004D77D0">
      <w:pPr>
        <w:pStyle w:val="Tekst"/>
      </w:pPr>
    </w:p>
    <w:p w:rsidR="00BA69C2" w:rsidRPr="00C3736A" w:rsidRDefault="00BA69C2" w:rsidP="00BA69C2">
      <w:pPr>
        <w:pStyle w:val="Tekst"/>
      </w:pPr>
      <w:r w:rsidRPr="00C3736A">
        <w:t xml:space="preserve">Ettekirjutuse täitmisest palume informeerida Päästeameti </w:t>
      </w:r>
      <w:r>
        <w:t>Põhja</w:t>
      </w:r>
      <w:r w:rsidRPr="00C3736A">
        <w:t xml:space="preserve"> päästekeskust kirjalikult </w:t>
      </w:r>
      <w:r w:rsidR="000B24A3">
        <w:t xml:space="preserve">Erika </w:t>
      </w:r>
      <w:r w:rsidR="00A9291E">
        <w:t>tn</w:t>
      </w:r>
      <w:r w:rsidR="000B24A3">
        <w:t xml:space="preserve"> 3</w:t>
      </w:r>
      <w:r>
        <w:t>, 10</w:t>
      </w:r>
      <w:r w:rsidR="000B24A3">
        <w:t>416</w:t>
      </w:r>
      <w:r>
        <w:t xml:space="preserve"> Tallinna linn, Harju maakond </w:t>
      </w:r>
      <w:r w:rsidRPr="00C3736A">
        <w:t xml:space="preserve">või digitaalselt allkirjastatud dokumendina </w:t>
      </w:r>
      <w:r w:rsidRPr="00C3736A">
        <w:lastRenderedPageBreak/>
        <w:t xml:space="preserve">elektronposti aadressil </w:t>
      </w:r>
      <w:r>
        <w:t xml:space="preserve">jelena.sibul@rescue.ee või </w:t>
      </w:r>
      <w:hyperlink r:id="rId9" w:history="1">
        <w:r w:rsidRPr="004818A4">
          <w:rPr>
            <w:rStyle w:val="Hperlink"/>
            <w:rFonts w:cs="Mangal"/>
          </w:rPr>
          <w:t>pohja@rescue.ee</w:t>
        </w:r>
      </w:hyperlink>
      <w:r>
        <w:t xml:space="preserve"> </w:t>
      </w:r>
      <w:r w:rsidRPr="00C3736A">
        <w:t>10 päeva jooksul arvates ettekirjutuses määratud täitmise tähtajast.</w:t>
      </w:r>
    </w:p>
    <w:p w:rsidR="00BA69C2" w:rsidRDefault="00BA69C2" w:rsidP="004D77D0">
      <w:pPr>
        <w:pStyle w:val="Tekst"/>
      </w:pPr>
    </w:p>
    <w:p w:rsidR="00E9030E" w:rsidRDefault="00E9030E" w:rsidP="004D77D0">
      <w:pPr>
        <w:pStyle w:val="Tekst"/>
      </w:pPr>
    </w:p>
    <w:p w:rsidR="00E9030E" w:rsidRDefault="00E9030E" w:rsidP="004D77D0">
      <w:pPr>
        <w:pStyle w:val="Tekst"/>
      </w:pPr>
    </w:p>
    <w:p w:rsidR="004D77D0" w:rsidRPr="004D77D0" w:rsidRDefault="004D77D0" w:rsidP="004D77D0">
      <w:pPr>
        <w:widowControl/>
        <w:suppressAutoHyphens w:val="0"/>
        <w:spacing w:line="240" w:lineRule="auto"/>
        <w:jc w:val="left"/>
        <w:rPr>
          <w:rFonts w:cs="Mangal"/>
        </w:rPr>
      </w:pPr>
      <w:r w:rsidRPr="004D77D0">
        <w:rPr>
          <w:rFonts w:cs="Mangal"/>
        </w:rPr>
        <w:t>Lugupidamisega</w:t>
      </w:r>
    </w:p>
    <w:p w:rsidR="004D77D0" w:rsidRDefault="004D77D0" w:rsidP="004D77D0">
      <w:pPr>
        <w:widowControl/>
        <w:suppressAutoHyphens w:val="0"/>
        <w:spacing w:line="240" w:lineRule="auto"/>
        <w:ind w:left="720"/>
        <w:jc w:val="left"/>
        <w:rPr>
          <w:rFonts w:cs="Mangal"/>
        </w:rPr>
      </w:pPr>
    </w:p>
    <w:p w:rsidR="00E9030E" w:rsidRDefault="00E9030E" w:rsidP="004D77D0">
      <w:pPr>
        <w:widowControl/>
        <w:suppressAutoHyphens w:val="0"/>
        <w:spacing w:line="240" w:lineRule="auto"/>
        <w:ind w:left="720"/>
        <w:jc w:val="left"/>
        <w:rPr>
          <w:rFonts w:cs="Mangal"/>
        </w:rPr>
      </w:pPr>
    </w:p>
    <w:p w:rsidR="00E9030E" w:rsidRPr="004D77D0" w:rsidRDefault="00E9030E" w:rsidP="004D77D0">
      <w:pPr>
        <w:widowControl/>
        <w:suppressAutoHyphens w:val="0"/>
        <w:spacing w:line="240" w:lineRule="auto"/>
        <w:ind w:left="720"/>
        <w:jc w:val="left"/>
        <w:rPr>
          <w:rFonts w:cs="Mangal"/>
        </w:rPr>
      </w:pPr>
    </w:p>
    <w:p w:rsidR="004D77D0" w:rsidRPr="004D77D0" w:rsidRDefault="00A85CAE" w:rsidP="004D77D0">
      <w:pPr>
        <w:widowControl/>
        <w:suppressAutoHyphens w:val="0"/>
        <w:spacing w:line="240" w:lineRule="auto"/>
        <w:jc w:val="left"/>
        <w:rPr>
          <w:rFonts w:cs="Mangal"/>
        </w:rPr>
      </w:pPr>
      <w:r w:rsidRPr="004D77D0">
        <w:rPr>
          <w:rFonts w:cs="Mangal"/>
        </w:rPr>
        <w:t xml:space="preserve"> </w:t>
      </w:r>
      <w:r w:rsidR="004D77D0" w:rsidRPr="004D77D0">
        <w:rPr>
          <w:rFonts w:cs="Mangal"/>
        </w:rPr>
        <w:t>(allkirjastatud digitaalselt)</w:t>
      </w:r>
    </w:p>
    <w:p w:rsidR="004D77D0" w:rsidRPr="004D77D0" w:rsidRDefault="004D77D0" w:rsidP="004D77D0">
      <w:pPr>
        <w:widowControl/>
        <w:suppressAutoHyphens w:val="0"/>
        <w:spacing w:line="240" w:lineRule="auto"/>
        <w:jc w:val="left"/>
        <w:rPr>
          <w:rFonts w:cs="Mangal"/>
        </w:rPr>
      </w:pPr>
      <w:r w:rsidRPr="004D77D0">
        <w:rPr>
          <w:rFonts w:cs="Mangal"/>
        </w:rPr>
        <w:t>Jelena Sibul</w:t>
      </w:r>
    </w:p>
    <w:p w:rsidR="004D77D0" w:rsidRPr="004D77D0" w:rsidRDefault="003B404C" w:rsidP="004D77D0">
      <w:pPr>
        <w:widowControl/>
        <w:suppressAutoHyphens w:val="0"/>
        <w:spacing w:line="240" w:lineRule="auto"/>
        <w:jc w:val="left"/>
        <w:rPr>
          <w:rFonts w:cs="Mangal"/>
        </w:rPr>
      </w:pPr>
      <w:r>
        <w:rPr>
          <w:rFonts w:cs="Mangal"/>
        </w:rPr>
        <w:t xml:space="preserve">Ohutusjärelevalve </w:t>
      </w:r>
      <w:r w:rsidR="004D77D0" w:rsidRPr="004D77D0">
        <w:rPr>
          <w:rFonts w:cs="Mangal"/>
        </w:rPr>
        <w:t>büroo juhtivinspektor</w:t>
      </w:r>
    </w:p>
    <w:p w:rsidR="004D77D0" w:rsidRPr="004D77D0" w:rsidRDefault="004D77D0" w:rsidP="004D77D0">
      <w:pPr>
        <w:widowControl/>
        <w:suppressAutoHyphens w:val="0"/>
        <w:spacing w:line="240" w:lineRule="auto"/>
        <w:jc w:val="left"/>
        <w:rPr>
          <w:rFonts w:cs="Mangal"/>
        </w:rPr>
      </w:pPr>
      <w:r w:rsidRPr="004D77D0">
        <w:rPr>
          <w:rFonts w:cs="Mangal"/>
        </w:rPr>
        <w:t>Päästeameti Põhja päästekeskus</w:t>
      </w:r>
    </w:p>
    <w:p w:rsidR="004D77D0" w:rsidRPr="004D77D0" w:rsidRDefault="004D77D0" w:rsidP="004D77D0">
      <w:pPr>
        <w:widowControl/>
        <w:suppressAutoHyphens w:val="0"/>
        <w:spacing w:line="240" w:lineRule="auto"/>
        <w:jc w:val="left"/>
        <w:rPr>
          <w:rFonts w:cs="Mangal"/>
        </w:rPr>
      </w:pPr>
    </w:p>
    <w:p w:rsidR="00AF0856" w:rsidRPr="00AF0856" w:rsidRDefault="00AF0856" w:rsidP="00AF0856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color w:val="000000"/>
          <w:kern w:val="0"/>
          <w:lang w:eastAsia="et-EE" w:bidi="ar-SA"/>
        </w:rPr>
      </w:pPr>
    </w:p>
    <w:p w:rsidR="00B934FB" w:rsidRDefault="00AF0856" w:rsidP="00B934FB">
      <w:pPr>
        <w:pStyle w:val="Tekst"/>
      </w:pPr>
      <w:r w:rsidRPr="00AF0856">
        <w:rPr>
          <w:rFonts w:ascii="Arial" w:hAnsi="Arial" w:cs="Arial"/>
          <w:color w:val="000000"/>
          <w:kern w:val="0"/>
          <w:lang w:eastAsia="et-EE" w:bidi="ar-SA"/>
        </w:rPr>
        <w:t xml:space="preserve"> </w:t>
      </w:r>
      <w:r w:rsidR="00B934FB">
        <w:t xml:space="preserve">Käesolev ettekirjutus on saadetud meiliaadressile elektrooniliselt:         </w:t>
      </w:r>
    </w:p>
    <w:p w:rsidR="00E9030E" w:rsidRDefault="00E9030E" w:rsidP="004D77D0"/>
    <w:p w:rsidR="005B48D5" w:rsidRDefault="00E9030E" w:rsidP="004D77D0">
      <w:r>
        <w:t xml:space="preserve">Tallinna Haridusamet e-post </w:t>
      </w:r>
      <w:hyperlink r:id="rId10" w:history="1">
        <w:r w:rsidRPr="008D593E">
          <w:rPr>
            <w:rStyle w:val="Hperlink"/>
          </w:rPr>
          <w:t>haridusamet@tallinn.lv</w:t>
        </w:r>
      </w:hyperlink>
      <w:r>
        <w:t xml:space="preserve">; </w:t>
      </w:r>
      <w:r w:rsidRPr="00E9030E">
        <w:t>mairold.leht@tallinnlv.ee</w:t>
      </w:r>
    </w:p>
    <w:p w:rsidR="00E32616" w:rsidRDefault="00E32616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5B48D5" w:rsidRDefault="005B48D5" w:rsidP="004D77D0"/>
    <w:p w:rsidR="00936D09" w:rsidRDefault="00936D09" w:rsidP="004D77D0"/>
    <w:p w:rsidR="00936D09" w:rsidRDefault="00936D09" w:rsidP="004D77D0"/>
    <w:p w:rsidR="00936D09" w:rsidRDefault="00936D09" w:rsidP="004D77D0"/>
    <w:p w:rsidR="00936D09" w:rsidRDefault="00936D09" w:rsidP="004D77D0"/>
    <w:p w:rsidR="00936D09" w:rsidRDefault="00936D09" w:rsidP="004D77D0"/>
    <w:p w:rsidR="00936D09" w:rsidRDefault="00936D09" w:rsidP="004D77D0"/>
    <w:p w:rsidR="00936D09" w:rsidRDefault="00936D09" w:rsidP="004D77D0"/>
    <w:p w:rsidR="00936D09" w:rsidRDefault="00936D09" w:rsidP="004D77D0"/>
    <w:p w:rsidR="00936D09" w:rsidRDefault="00936D09" w:rsidP="004D77D0"/>
    <w:p w:rsidR="005B48D5" w:rsidRDefault="005B48D5" w:rsidP="004D77D0"/>
    <w:p w:rsidR="00160076" w:rsidRDefault="00160076" w:rsidP="004D77D0"/>
    <w:p w:rsidR="00160076" w:rsidRDefault="00160076" w:rsidP="004D77D0"/>
    <w:p w:rsidR="00160076" w:rsidRDefault="00160076" w:rsidP="004D77D0"/>
    <w:p w:rsidR="00160076" w:rsidRDefault="00160076" w:rsidP="004D77D0"/>
    <w:p w:rsidR="00160076" w:rsidRDefault="00160076" w:rsidP="004D77D0"/>
    <w:p w:rsidR="00160076" w:rsidRDefault="00160076" w:rsidP="004D77D0"/>
    <w:p w:rsidR="00160076" w:rsidRDefault="00160076" w:rsidP="004D77D0"/>
    <w:p w:rsidR="00160076" w:rsidRDefault="00160076" w:rsidP="004D77D0"/>
    <w:p w:rsidR="00160076" w:rsidRDefault="00160076" w:rsidP="004D77D0"/>
    <w:p w:rsidR="00160076" w:rsidRDefault="00160076" w:rsidP="004D77D0"/>
    <w:p w:rsidR="005B48D5" w:rsidRDefault="005B48D5" w:rsidP="004D77D0"/>
    <w:p w:rsidR="005B48D5" w:rsidRDefault="005B48D5" w:rsidP="004D77D0"/>
    <w:p w:rsidR="004D77D0" w:rsidRPr="004D77D0" w:rsidRDefault="004D77D0" w:rsidP="004D77D0">
      <w:r w:rsidRPr="004D77D0">
        <w:t xml:space="preserve">+372 </w:t>
      </w:r>
      <w:r w:rsidR="003B404C">
        <w:t>5196</w:t>
      </w:r>
      <w:r w:rsidRPr="004D77D0">
        <w:t xml:space="preserve"> 7744</w:t>
      </w:r>
    </w:p>
    <w:p w:rsidR="005D26D3" w:rsidRDefault="004D77D0" w:rsidP="005B48D5">
      <w:pPr>
        <w:widowControl/>
        <w:tabs>
          <w:tab w:val="left" w:pos="3388"/>
        </w:tabs>
        <w:suppressAutoHyphens w:val="0"/>
        <w:spacing w:line="240" w:lineRule="auto"/>
        <w:jc w:val="left"/>
        <w:rPr>
          <w:rFonts w:cs="Mangal"/>
        </w:rPr>
      </w:pPr>
      <w:r w:rsidRPr="004D77D0">
        <w:rPr>
          <w:rFonts w:cs="Mangal"/>
        </w:rPr>
        <w:t>jelena.sibul@rescue.ee</w:t>
      </w:r>
    </w:p>
    <w:p w:rsidR="00786109" w:rsidRPr="00C3736A" w:rsidRDefault="00786109" w:rsidP="00786109">
      <w:pPr>
        <w:pStyle w:val="Tekst"/>
      </w:pPr>
    </w:p>
    <w:p w:rsidR="00786109" w:rsidRDefault="00786109" w:rsidP="0024731A">
      <w:pPr>
        <w:spacing w:line="240" w:lineRule="auto"/>
      </w:pPr>
    </w:p>
    <w:sectPr w:rsidR="00786109" w:rsidSect="00110BCA">
      <w:headerReference w:type="default" r:id="rId11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065" w:rsidRDefault="00650065" w:rsidP="00DF44DF">
      <w:r>
        <w:separator/>
      </w:r>
    </w:p>
  </w:endnote>
  <w:endnote w:type="continuationSeparator" w:id="0">
    <w:p w:rsidR="00650065" w:rsidRDefault="00650065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Bookman Old Sty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065" w:rsidRDefault="00650065" w:rsidP="00DF44DF">
      <w:r>
        <w:separator/>
      </w:r>
    </w:p>
  </w:footnote>
  <w:footnote w:type="continuationSeparator" w:id="0">
    <w:p w:rsidR="00650065" w:rsidRDefault="00650065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925" w:rsidRPr="00AD2EA7" w:rsidRDefault="00EA0925" w:rsidP="00EA0925">
    <w:pPr>
      <w:pStyle w:val="Jalus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364892">
      <w:rPr>
        <w:noProof/>
        <w:sz w:val="20"/>
        <w:szCs w:val="24"/>
      </w:rPr>
      <w:t>3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364892">
      <w:rPr>
        <w:noProof/>
        <w:sz w:val="20"/>
        <w:szCs w:val="24"/>
      </w:rPr>
      <w:t>3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4EF3"/>
    <w:multiLevelType w:val="hybridMultilevel"/>
    <w:tmpl w:val="A48C1BE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EE1FD9"/>
    <w:multiLevelType w:val="hybridMultilevel"/>
    <w:tmpl w:val="E9A4C0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BD2695"/>
    <w:multiLevelType w:val="hybridMultilevel"/>
    <w:tmpl w:val="2FA6611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0217E"/>
    <w:multiLevelType w:val="hybridMultilevel"/>
    <w:tmpl w:val="DF2C2602"/>
    <w:lvl w:ilvl="0" w:tplc="A324093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23" w:hanging="360"/>
      </w:pPr>
    </w:lvl>
    <w:lvl w:ilvl="2" w:tplc="0425001B" w:tentative="1">
      <w:start w:val="1"/>
      <w:numFmt w:val="lowerRoman"/>
      <w:lvlText w:val="%3."/>
      <w:lvlJc w:val="right"/>
      <w:pPr>
        <w:ind w:left="1743" w:hanging="180"/>
      </w:pPr>
    </w:lvl>
    <w:lvl w:ilvl="3" w:tplc="0425000F" w:tentative="1">
      <w:start w:val="1"/>
      <w:numFmt w:val="decimal"/>
      <w:lvlText w:val="%4."/>
      <w:lvlJc w:val="left"/>
      <w:pPr>
        <w:ind w:left="2463" w:hanging="360"/>
      </w:pPr>
    </w:lvl>
    <w:lvl w:ilvl="4" w:tplc="04250019" w:tentative="1">
      <w:start w:val="1"/>
      <w:numFmt w:val="lowerLetter"/>
      <w:lvlText w:val="%5."/>
      <w:lvlJc w:val="left"/>
      <w:pPr>
        <w:ind w:left="3183" w:hanging="360"/>
      </w:pPr>
    </w:lvl>
    <w:lvl w:ilvl="5" w:tplc="0425001B" w:tentative="1">
      <w:start w:val="1"/>
      <w:numFmt w:val="lowerRoman"/>
      <w:lvlText w:val="%6."/>
      <w:lvlJc w:val="right"/>
      <w:pPr>
        <w:ind w:left="3903" w:hanging="180"/>
      </w:pPr>
    </w:lvl>
    <w:lvl w:ilvl="6" w:tplc="0425000F" w:tentative="1">
      <w:start w:val="1"/>
      <w:numFmt w:val="decimal"/>
      <w:lvlText w:val="%7."/>
      <w:lvlJc w:val="left"/>
      <w:pPr>
        <w:ind w:left="4623" w:hanging="360"/>
      </w:pPr>
    </w:lvl>
    <w:lvl w:ilvl="7" w:tplc="04250019" w:tentative="1">
      <w:start w:val="1"/>
      <w:numFmt w:val="lowerLetter"/>
      <w:lvlText w:val="%8."/>
      <w:lvlJc w:val="left"/>
      <w:pPr>
        <w:ind w:left="5343" w:hanging="360"/>
      </w:pPr>
    </w:lvl>
    <w:lvl w:ilvl="8" w:tplc="042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 w15:restartNumberingAfterBreak="0">
    <w:nsid w:val="389145A5"/>
    <w:multiLevelType w:val="hybridMultilevel"/>
    <w:tmpl w:val="C09E12B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A630410"/>
    <w:multiLevelType w:val="hybridMultilevel"/>
    <w:tmpl w:val="5142D6A8"/>
    <w:lvl w:ilvl="0" w:tplc="ACF497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5AAF3E50"/>
    <w:multiLevelType w:val="hybridMultilevel"/>
    <w:tmpl w:val="5F8E5DCE"/>
    <w:lvl w:ilvl="0" w:tplc="C9928C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F285C38"/>
    <w:multiLevelType w:val="hybridMultilevel"/>
    <w:tmpl w:val="470E5576"/>
    <w:lvl w:ilvl="0" w:tplc="9410A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4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4247482"/>
    <w:multiLevelType w:val="hybridMultilevel"/>
    <w:tmpl w:val="F854612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01353"/>
    <w:multiLevelType w:val="hybridMultilevel"/>
    <w:tmpl w:val="1CF8A1F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46E"/>
    <w:rsid w:val="00003034"/>
    <w:rsid w:val="00014597"/>
    <w:rsid w:val="00025BAB"/>
    <w:rsid w:val="000367B4"/>
    <w:rsid w:val="0004665A"/>
    <w:rsid w:val="00055BC2"/>
    <w:rsid w:val="00060947"/>
    <w:rsid w:val="00070885"/>
    <w:rsid w:val="00073127"/>
    <w:rsid w:val="00080D4C"/>
    <w:rsid w:val="0008404F"/>
    <w:rsid w:val="000852D0"/>
    <w:rsid w:val="000913FC"/>
    <w:rsid w:val="000A14FE"/>
    <w:rsid w:val="000A3162"/>
    <w:rsid w:val="000A6431"/>
    <w:rsid w:val="000A7208"/>
    <w:rsid w:val="000B24A3"/>
    <w:rsid w:val="000B329E"/>
    <w:rsid w:val="000B4F0D"/>
    <w:rsid w:val="000E4F8D"/>
    <w:rsid w:val="00104A98"/>
    <w:rsid w:val="00107227"/>
    <w:rsid w:val="00110BCA"/>
    <w:rsid w:val="00124999"/>
    <w:rsid w:val="00133016"/>
    <w:rsid w:val="00143C0E"/>
    <w:rsid w:val="0014529D"/>
    <w:rsid w:val="00160076"/>
    <w:rsid w:val="001A7D04"/>
    <w:rsid w:val="001B5C47"/>
    <w:rsid w:val="001B7009"/>
    <w:rsid w:val="001C1B37"/>
    <w:rsid w:val="001D4CFB"/>
    <w:rsid w:val="001E2F65"/>
    <w:rsid w:val="001E38BF"/>
    <w:rsid w:val="001E6EA7"/>
    <w:rsid w:val="001F1303"/>
    <w:rsid w:val="002008A2"/>
    <w:rsid w:val="00201750"/>
    <w:rsid w:val="00205790"/>
    <w:rsid w:val="00217CDC"/>
    <w:rsid w:val="0022269C"/>
    <w:rsid w:val="00237644"/>
    <w:rsid w:val="00243377"/>
    <w:rsid w:val="0024731A"/>
    <w:rsid w:val="0026456A"/>
    <w:rsid w:val="0027475E"/>
    <w:rsid w:val="00276ADA"/>
    <w:rsid w:val="00280BFB"/>
    <w:rsid w:val="00281A7A"/>
    <w:rsid w:val="002835BB"/>
    <w:rsid w:val="00292F49"/>
    <w:rsid w:val="00293449"/>
    <w:rsid w:val="002B76A9"/>
    <w:rsid w:val="002F254F"/>
    <w:rsid w:val="00312287"/>
    <w:rsid w:val="003207CB"/>
    <w:rsid w:val="00330D6F"/>
    <w:rsid w:val="00354059"/>
    <w:rsid w:val="00361962"/>
    <w:rsid w:val="00363CEA"/>
    <w:rsid w:val="00364892"/>
    <w:rsid w:val="0038027D"/>
    <w:rsid w:val="003808EB"/>
    <w:rsid w:val="00386F2E"/>
    <w:rsid w:val="00387FA1"/>
    <w:rsid w:val="00390E3C"/>
    <w:rsid w:val="00393C0C"/>
    <w:rsid w:val="00394DCB"/>
    <w:rsid w:val="003A76EC"/>
    <w:rsid w:val="003B2A9C"/>
    <w:rsid w:val="003B404C"/>
    <w:rsid w:val="003C0310"/>
    <w:rsid w:val="003D3836"/>
    <w:rsid w:val="003D7351"/>
    <w:rsid w:val="003E04EF"/>
    <w:rsid w:val="003F1586"/>
    <w:rsid w:val="00400A1C"/>
    <w:rsid w:val="0041043A"/>
    <w:rsid w:val="00414E9E"/>
    <w:rsid w:val="00435A13"/>
    <w:rsid w:val="004404BC"/>
    <w:rsid w:val="0044084D"/>
    <w:rsid w:val="00451C7F"/>
    <w:rsid w:val="00460641"/>
    <w:rsid w:val="00463EB4"/>
    <w:rsid w:val="00467784"/>
    <w:rsid w:val="00477FF9"/>
    <w:rsid w:val="004818A4"/>
    <w:rsid w:val="004A3512"/>
    <w:rsid w:val="004A633D"/>
    <w:rsid w:val="004B2364"/>
    <w:rsid w:val="004B3C31"/>
    <w:rsid w:val="004B735E"/>
    <w:rsid w:val="004C03CD"/>
    <w:rsid w:val="004C096D"/>
    <w:rsid w:val="004C118F"/>
    <w:rsid w:val="004C1391"/>
    <w:rsid w:val="004D77D0"/>
    <w:rsid w:val="004F243C"/>
    <w:rsid w:val="004F63B1"/>
    <w:rsid w:val="0050252A"/>
    <w:rsid w:val="00516574"/>
    <w:rsid w:val="005203F4"/>
    <w:rsid w:val="0052177B"/>
    <w:rsid w:val="005453F4"/>
    <w:rsid w:val="00546204"/>
    <w:rsid w:val="00551E24"/>
    <w:rsid w:val="00555608"/>
    <w:rsid w:val="00557534"/>
    <w:rsid w:val="00560A92"/>
    <w:rsid w:val="0056160C"/>
    <w:rsid w:val="0056250A"/>
    <w:rsid w:val="00564569"/>
    <w:rsid w:val="00566D45"/>
    <w:rsid w:val="005A67BC"/>
    <w:rsid w:val="005B48D5"/>
    <w:rsid w:val="005B5CE1"/>
    <w:rsid w:val="005D26D3"/>
    <w:rsid w:val="005E1A60"/>
    <w:rsid w:val="005E3AED"/>
    <w:rsid w:val="005E45BB"/>
    <w:rsid w:val="005E588F"/>
    <w:rsid w:val="00602834"/>
    <w:rsid w:val="00650065"/>
    <w:rsid w:val="00661F4F"/>
    <w:rsid w:val="00663691"/>
    <w:rsid w:val="00680609"/>
    <w:rsid w:val="00686004"/>
    <w:rsid w:val="00697E9C"/>
    <w:rsid w:val="006A29A2"/>
    <w:rsid w:val="006B118C"/>
    <w:rsid w:val="006B5BA4"/>
    <w:rsid w:val="006C1C50"/>
    <w:rsid w:val="006D14A3"/>
    <w:rsid w:val="006E16BD"/>
    <w:rsid w:val="006F3BB9"/>
    <w:rsid w:val="006F72D7"/>
    <w:rsid w:val="00700D39"/>
    <w:rsid w:val="007056E1"/>
    <w:rsid w:val="00713327"/>
    <w:rsid w:val="00716C26"/>
    <w:rsid w:val="00727D58"/>
    <w:rsid w:val="00734D26"/>
    <w:rsid w:val="00741BF1"/>
    <w:rsid w:val="0075695A"/>
    <w:rsid w:val="00757685"/>
    <w:rsid w:val="0076054B"/>
    <w:rsid w:val="00771771"/>
    <w:rsid w:val="007737FB"/>
    <w:rsid w:val="007813AA"/>
    <w:rsid w:val="00786109"/>
    <w:rsid w:val="007905E9"/>
    <w:rsid w:val="00790EA5"/>
    <w:rsid w:val="00793A3C"/>
    <w:rsid w:val="00796122"/>
    <w:rsid w:val="007A1DE8"/>
    <w:rsid w:val="007A4482"/>
    <w:rsid w:val="007A5655"/>
    <w:rsid w:val="007A685F"/>
    <w:rsid w:val="007B23A1"/>
    <w:rsid w:val="007B6123"/>
    <w:rsid w:val="007C143F"/>
    <w:rsid w:val="007D54FC"/>
    <w:rsid w:val="007E38DC"/>
    <w:rsid w:val="007F55B0"/>
    <w:rsid w:val="007F69B5"/>
    <w:rsid w:val="00802EF5"/>
    <w:rsid w:val="00807F56"/>
    <w:rsid w:val="008125D0"/>
    <w:rsid w:val="00813A8A"/>
    <w:rsid w:val="0082696B"/>
    <w:rsid w:val="0083564C"/>
    <w:rsid w:val="00835858"/>
    <w:rsid w:val="00846840"/>
    <w:rsid w:val="008637FA"/>
    <w:rsid w:val="00873600"/>
    <w:rsid w:val="00877928"/>
    <w:rsid w:val="008836B0"/>
    <w:rsid w:val="00886AC3"/>
    <w:rsid w:val="008919F2"/>
    <w:rsid w:val="008922D5"/>
    <w:rsid w:val="008B346F"/>
    <w:rsid w:val="008B4FDB"/>
    <w:rsid w:val="008C016A"/>
    <w:rsid w:val="008C52BE"/>
    <w:rsid w:val="008D4634"/>
    <w:rsid w:val="008D50D6"/>
    <w:rsid w:val="008D5D6C"/>
    <w:rsid w:val="008D6829"/>
    <w:rsid w:val="008F0B50"/>
    <w:rsid w:val="008F14D6"/>
    <w:rsid w:val="00913294"/>
    <w:rsid w:val="0091498F"/>
    <w:rsid w:val="0091786B"/>
    <w:rsid w:val="009206FF"/>
    <w:rsid w:val="00932CDE"/>
    <w:rsid w:val="00935938"/>
    <w:rsid w:val="00936D09"/>
    <w:rsid w:val="009370A4"/>
    <w:rsid w:val="00945900"/>
    <w:rsid w:val="009561F2"/>
    <w:rsid w:val="00967038"/>
    <w:rsid w:val="009709A8"/>
    <w:rsid w:val="00977CAF"/>
    <w:rsid w:val="00984EAD"/>
    <w:rsid w:val="00986E73"/>
    <w:rsid w:val="0099611A"/>
    <w:rsid w:val="009A5421"/>
    <w:rsid w:val="009A560F"/>
    <w:rsid w:val="009B162D"/>
    <w:rsid w:val="009B2E1A"/>
    <w:rsid w:val="009B2E33"/>
    <w:rsid w:val="009C54EB"/>
    <w:rsid w:val="009D0541"/>
    <w:rsid w:val="009D0F3C"/>
    <w:rsid w:val="009D7C75"/>
    <w:rsid w:val="009E7F4A"/>
    <w:rsid w:val="00A05951"/>
    <w:rsid w:val="00A10E66"/>
    <w:rsid w:val="00A11299"/>
    <w:rsid w:val="00A11CEC"/>
    <w:rsid w:val="00A1244E"/>
    <w:rsid w:val="00A166F0"/>
    <w:rsid w:val="00A22B70"/>
    <w:rsid w:val="00A44EEC"/>
    <w:rsid w:val="00A5243D"/>
    <w:rsid w:val="00A63010"/>
    <w:rsid w:val="00A65BA3"/>
    <w:rsid w:val="00A70926"/>
    <w:rsid w:val="00A8503D"/>
    <w:rsid w:val="00A85C5F"/>
    <w:rsid w:val="00A85CAE"/>
    <w:rsid w:val="00A9291E"/>
    <w:rsid w:val="00A94C92"/>
    <w:rsid w:val="00AA23D7"/>
    <w:rsid w:val="00AB14ED"/>
    <w:rsid w:val="00AD2EA7"/>
    <w:rsid w:val="00AE62CE"/>
    <w:rsid w:val="00AF0856"/>
    <w:rsid w:val="00B06392"/>
    <w:rsid w:val="00B1442E"/>
    <w:rsid w:val="00B331FB"/>
    <w:rsid w:val="00B934FB"/>
    <w:rsid w:val="00BA69C2"/>
    <w:rsid w:val="00BC1A62"/>
    <w:rsid w:val="00BD078E"/>
    <w:rsid w:val="00BD3CCF"/>
    <w:rsid w:val="00BD4A00"/>
    <w:rsid w:val="00BE417D"/>
    <w:rsid w:val="00BF4774"/>
    <w:rsid w:val="00BF4821"/>
    <w:rsid w:val="00BF4D7C"/>
    <w:rsid w:val="00C0007F"/>
    <w:rsid w:val="00C142F4"/>
    <w:rsid w:val="00C205D7"/>
    <w:rsid w:val="00C24F66"/>
    <w:rsid w:val="00C27B07"/>
    <w:rsid w:val="00C3736A"/>
    <w:rsid w:val="00C37491"/>
    <w:rsid w:val="00C41FC5"/>
    <w:rsid w:val="00C66AA2"/>
    <w:rsid w:val="00C70EFD"/>
    <w:rsid w:val="00C7233E"/>
    <w:rsid w:val="00C8246E"/>
    <w:rsid w:val="00C83346"/>
    <w:rsid w:val="00C90E39"/>
    <w:rsid w:val="00C929FF"/>
    <w:rsid w:val="00C94A41"/>
    <w:rsid w:val="00C9739B"/>
    <w:rsid w:val="00CA555D"/>
    <w:rsid w:val="00CA583B"/>
    <w:rsid w:val="00CA5F0B"/>
    <w:rsid w:val="00CB6A41"/>
    <w:rsid w:val="00CC205F"/>
    <w:rsid w:val="00CC3A4C"/>
    <w:rsid w:val="00CF2B77"/>
    <w:rsid w:val="00CF4303"/>
    <w:rsid w:val="00CF466F"/>
    <w:rsid w:val="00D00DD9"/>
    <w:rsid w:val="00D20B05"/>
    <w:rsid w:val="00D330A6"/>
    <w:rsid w:val="00D40650"/>
    <w:rsid w:val="00D559F8"/>
    <w:rsid w:val="00D8202D"/>
    <w:rsid w:val="00D9529E"/>
    <w:rsid w:val="00DA3A3C"/>
    <w:rsid w:val="00DC6E25"/>
    <w:rsid w:val="00DD61B8"/>
    <w:rsid w:val="00DE5251"/>
    <w:rsid w:val="00DF44DF"/>
    <w:rsid w:val="00DF4F2C"/>
    <w:rsid w:val="00E023F6"/>
    <w:rsid w:val="00E02A8A"/>
    <w:rsid w:val="00E03DBB"/>
    <w:rsid w:val="00E05AAE"/>
    <w:rsid w:val="00E151AA"/>
    <w:rsid w:val="00E164FE"/>
    <w:rsid w:val="00E20659"/>
    <w:rsid w:val="00E302C4"/>
    <w:rsid w:val="00E32616"/>
    <w:rsid w:val="00E4162D"/>
    <w:rsid w:val="00E45373"/>
    <w:rsid w:val="00E50FB7"/>
    <w:rsid w:val="00E6777E"/>
    <w:rsid w:val="00E72C32"/>
    <w:rsid w:val="00E75453"/>
    <w:rsid w:val="00E8037E"/>
    <w:rsid w:val="00E9030E"/>
    <w:rsid w:val="00E91AE7"/>
    <w:rsid w:val="00E97DAE"/>
    <w:rsid w:val="00EA0925"/>
    <w:rsid w:val="00EA37FD"/>
    <w:rsid w:val="00EA729C"/>
    <w:rsid w:val="00ED2F13"/>
    <w:rsid w:val="00F027A7"/>
    <w:rsid w:val="00F25A4E"/>
    <w:rsid w:val="00F272B0"/>
    <w:rsid w:val="00F433BD"/>
    <w:rsid w:val="00F43936"/>
    <w:rsid w:val="00F45007"/>
    <w:rsid w:val="00F457C5"/>
    <w:rsid w:val="00F62CED"/>
    <w:rsid w:val="00F729EE"/>
    <w:rsid w:val="00F850A8"/>
    <w:rsid w:val="00F86033"/>
    <w:rsid w:val="00F93939"/>
    <w:rsid w:val="00F946DC"/>
    <w:rsid w:val="00F9645B"/>
    <w:rsid w:val="00FA7622"/>
    <w:rsid w:val="00FB43F3"/>
    <w:rsid w:val="00FD564E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9FC52C"/>
  <w14:defaultImageDpi w14:val="0"/>
  <w15:docId w15:val="{E39E008C-CACC-4AFC-A1C3-7CA533BA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color w:val="000000"/>
      <w:sz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i/>
      <w:color w:val="000000"/>
      <w:sz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color w:val="000000"/>
      <w:sz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color w:val="000000"/>
      <w:sz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Times New Roman"/>
      <w:color w:val="000000"/>
      <w:sz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Times New Roman"/>
      <w:kern w:val="1"/>
      <w:sz w:val="21"/>
      <w:lang w:val="x-none" w:eastAsia="zh-C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Times New Roman"/>
      <w:kern w:val="1"/>
      <w:sz w:val="21"/>
      <w:lang w:val="x-none" w:eastAsia="zh-C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AB14ED"/>
    <w:pPr>
      <w:keepNext/>
      <w:keepLines/>
      <w:suppressLineNumbers/>
      <w:ind w:left="1064"/>
      <w:jc w:val="both"/>
    </w:pPr>
    <w:rPr>
      <w:rFonts w:eastAsia="SimSun"/>
      <w:b/>
      <w:bCs/>
      <w:kern w:val="1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4C118F"/>
    <w:pPr>
      <w:widowControl/>
      <w:suppressAutoHyphens w:val="0"/>
      <w:spacing w:line="240" w:lineRule="auto"/>
      <w:jc w:val="left"/>
    </w:pPr>
    <w:rPr>
      <w:b/>
      <w:bCs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Kuupev">
    <w:name w:val="Date"/>
    <w:basedOn w:val="Normaallaad"/>
    <w:link w:val="KuupevMrk"/>
    <w:autoRedefine/>
    <w:uiPriority w:val="99"/>
    <w:qFormat/>
    <w:rsid w:val="008C016A"/>
    <w:pPr>
      <w:widowControl/>
      <w:suppressAutoHyphens w:val="0"/>
      <w:spacing w:before="840" w:line="240" w:lineRule="auto"/>
      <w:ind w:left="-254"/>
      <w:jc w:val="center"/>
    </w:pPr>
    <w:rPr>
      <w:kern w:val="24"/>
    </w:rPr>
  </w:style>
  <w:style w:type="character" w:customStyle="1" w:styleId="KuupevMrk">
    <w:name w:val="Kuupäev Märk"/>
    <w:basedOn w:val="Liguvaikefont"/>
    <w:link w:val="Kuupev"/>
    <w:uiPriority w:val="99"/>
    <w:semiHidden/>
    <w:locked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C90E39"/>
    <w:rPr>
      <w:rFonts w:ascii="Tahoma" w:eastAsia="SimSun" w:hAnsi="Tahoma" w:cs="Times New Roman"/>
      <w:kern w:val="1"/>
      <w:sz w:val="14"/>
      <w:lang w:val="x-none" w:eastAsia="zh-CN"/>
    </w:rPr>
  </w:style>
  <w:style w:type="paragraph" w:styleId="Normaallaadveeb">
    <w:name w:val="Normal (Web)"/>
    <w:basedOn w:val="Normaallaad"/>
    <w:uiPriority w:val="99"/>
    <w:unhideWhenUsed/>
    <w:rsid w:val="00F43936"/>
    <w:rPr>
      <w:rFonts w:cs="Mangal"/>
      <w:szCs w:val="21"/>
    </w:rPr>
  </w:style>
  <w:style w:type="table" w:styleId="Kontuurtabel">
    <w:name w:val="Table Grid"/>
    <w:basedOn w:val="Normaaltabel"/>
    <w:uiPriority w:val="59"/>
    <w:rsid w:val="00F43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uiPriority w:val="99"/>
    <w:rsid w:val="007F69B5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7F69B5"/>
    <w:rPr>
      <w:rFonts w:cs="Times New Roman"/>
      <w:spacing w:val="-5"/>
      <w:sz w:val="24"/>
      <w:lang w:val="x-none" w:eastAsia="en-US"/>
    </w:rPr>
  </w:style>
  <w:style w:type="paragraph" w:customStyle="1" w:styleId="BodyText21">
    <w:name w:val="Body Text 21"/>
    <w:basedOn w:val="Normaallaad"/>
    <w:rsid w:val="007F69B5"/>
    <w:pPr>
      <w:widowControl/>
      <w:spacing w:before="240" w:line="240" w:lineRule="auto"/>
    </w:pPr>
    <w:rPr>
      <w:rFonts w:eastAsia="Times New Roman"/>
      <w:kern w:val="0"/>
      <w:lang w:val="en-GB" w:eastAsia="ar-SA" w:bidi="ar-SA"/>
    </w:rPr>
  </w:style>
  <w:style w:type="paragraph" w:styleId="HTML-eelvormindatud">
    <w:name w:val="HTML Preformatted"/>
    <w:basedOn w:val="Normaallaad"/>
    <w:link w:val="HTML-eelvormindatudMrk"/>
    <w:uiPriority w:val="99"/>
    <w:unhideWhenUsed/>
    <w:rsid w:val="007F69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color w:val="000000"/>
      <w:kern w:val="0"/>
      <w:sz w:val="20"/>
      <w:szCs w:val="20"/>
      <w:lang w:eastAsia="et-EE" w:bidi="ar-SA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locked/>
    <w:rsid w:val="007F69B5"/>
    <w:rPr>
      <w:rFonts w:ascii="Courier New" w:hAnsi="Courier New" w:cs="Times New Roman"/>
      <w:color w:val="000000"/>
    </w:rPr>
  </w:style>
  <w:style w:type="paragraph" w:customStyle="1" w:styleId="Default">
    <w:name w:val="Default"/>
    <w:rsid w:val="007F69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Char1">
    <w:name w:val="Body Text Char1"/>
    <w:uiPriority w:val="99"/>
    <w:locked/>
    <w:rsid w:val="009D0F3C"/>
    <w:rPr>
      <w:rFonts w:ascii="Times New Roman" w:hAnsi="Times New Roman"/>
      <w:sz w:val="24"/>
      <w:lang w:val="x-none" w:eastAsia="en-US"/>
    </w:rPr>
  </w:style>
  <w:style w:type="paragraph" w:styleId="Loendilik">
    <w:name w:val="List Paragraph"/>
    <w:basedOn w:val="Normaallaad"/>
    <w:uiPriority w:val="34"/>
    <w:qFormat/>
    <w:rsid w:val="00414E9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5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haridusamet@tallinn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hja@rescue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28A193F-17C5-4084-B8FA-D0B4DB98C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</Template>
  <TotalTime>0</TotalTime>
  <Pages>3</Pages>
  <Words>487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Jelena Sibul</cp:lastModifiedBy>
  <cp:revision>2</cp:revision>
  <cp:lastPrinted>2015-12-28T08:16:00Z</cp:lastPrinted>
  <dcterms:created xsi:type="dcterms:W3CDTF">2020-12-04T10:06:00Z</dcterms:created>
  <dcterms:modified xsi:type="dcterms:W3CDTF">2020-12-04T10:06:00Z</dcterms:modified>
</cp:coreProperties>
</file>